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37318C85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EC7309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Čestné prohlášení</w:t>
      </w:r>
      <w:r w:rsidR="00EC7309">
        <w:rPr>
          <w:rFonts w:ascii="Arial" w:hAnsi="Arial" w:cs="Arial"/>
          <w:b/>
        </w:rPr>
        <w:t xml:space="preserve"> o splnění základní způsobilosti 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F78B19" w14:textId="26DB218C" w:rsidR="000D6330" w:rsidRDefault="00D8160F" w:rsidP="000D6330">
            <w:pPr>
              <w:jc w:val="center"/>
              <w:rPr>
                <w:rFonts w:ascii="Arial" w:hAnsi="Arial" w:cs="Arial"/>
                <w:b/>
              </w:rPr>
            </w:pPr>
            <w:r w:rsidRPr="006B6AE5">
              <w:rPr>
                <w:rFonts w:ascii="Arial" w:hAnsi="Arial" w:cs="Arial"/>
                <w:b/>
              </w:rPr>
              <w:t>Název veřejné zakázky</w:t>
            </w:r>
            <w:r w:rsidR="006B6AE5" w:rsidRPr="006B6AE5">
              <w:rPr>
                <w:rFonts w:ascii="Arial" w:hAnsi="Arial" w:cs="Arial"/>
                <w:b/>
              </w:rPr>
              <w:t xml:space="preserve"> malého rozsahu</w:t>
            </w:r>
            <w:r w:rsidRPr="006B6AE5">
              <w:rPr>
                <w:rFonts w:ascii="Arial" w:hAnsi="Arial" w:cs="Arial"/>
                <w:b/>
              </w:rPr>
              <w:t>:</w:t>
            </w:r>
            <w:r w:rsidR="00347CA7" w:rsidRPr="006B6AE5">
              <w:rPr>
                <w:rFonts w:ascii="Arial" w:hAnsi="Arial" w:cs="Arial"/>
                <w:b/>
              </w:rPr>
              <w:t xml:space="preserve"> </w:t>
            </w:r>
            <w:r w:rsidR="006B6AE5" w:rsidRPr="006B6AE5">
              <w:rPr>
                <w:rFonts w:ascii="Arial" w:hAnsi="Arial" w:cs="Arial"/>
                <w:b/>
              </w:rPr>
              <w:t>MR21</w:t>
            </w:r>
            <w:r w:rsidR="00447B8F" w:rsidRPr="006B6AE5">
              <w:rPr>
                <w:rFonts w:ascii="Arial" w:hAnsi="Arial" w:cs="Arial"/>
                <w:b/>
              </w:rPr>
              <w:t>/201</w:t>
            </w:r>
            <w:r w:rsidR="000D6330" w:rsidRPr="006B6AE5">
              <w:rPr>
                <w:rFonts w:ascii="Arial" w:hAnsi="Arial" w:cs="Arial"/>
                <w:b/>
              </w:rPr>
              <w:t>9</w:t>
            </w:r>
            <w:r w:rsidR="00447B8F" w:rsidRPr="006B6AE5">
              <w:rPr>
                <w:rFonts w:ascii="Arial" w:hAnsi="Arial" w:cs="Arial"/>
                <w:b/>
              </w:rPr>
              <w:t xml:space="preserve"> </w:t>
            </w:r>
          </w:p>
          <w:p w14:paraId="3FA2CD34" w14:textId="77777777" w:rsidR="006B6AE5" w:rsidRPr="006B6AE5" w:rsidRDefault="006B6AE5" w:rsidP="000D6330">
            <w:pPr>
              <w:jc w:val="center"/>
              <w:rPr>
                <w:rFonts w:ascii="Arial" w:hAnsi="Arial" w:cs="Arial"/>
                <w:b/>
              </w:rPr>
            </w:pPr>
          </w:p>
          <w:p w14:paraId="4FB799A2" w14:textId="63A71975" w:rsidR="000D6330" w:rsidRPr="006B6AE5" w:rsidRDefault="000D6330" w:rsidP="000D6330">
            <w:pPr>
              <w:jc w:val="center"/>
              <w:rPr>
                <w:rFonts w:ascii="Arial" w:hAnsi="Arial" w:cs="Arial"/>
                <w:b/>
              </w:rPr>
            </w:pPr>
            <w:r w:rsidRPr="006B6AE5">
              <w:rPr>
                <w:rFonts w:ascii="Arial" w:hAnsi="Arial" w:cs="Arial"/>
                <w:b/>
              </w:rPr>
              <w:t>„</w:t>
            </w:r>
            <w:r w:rsidR="006B6AE5" w:rsidRPr="006B6AE5">
              <w:rPr>
                <w:rFonts w:ascii="Arial" w:hAnsi="Arial" w:cs="Arial"/>
                <w:b/>
              </w:rPr>
              <w:t xml:space="preserve">Zajištění výuky cizích jazyků v regionálních studiích ČRo </w:t>
            </w:r>
            <w:r w:rsidRPr="006B6AE5">
              <w:rPr>
                <w:rFonts w:ascii="Arial" w:hAnsi="Arial" w:cs="Arial"/>
                <w:b/>
              </w:rPr>
              <w:t>“</w:t>
            </w:r>
          </w:p>
          <w:p w14:paraId="0BC4D74E" w14:textId="13D78FE2" w:rsidR="00D8160F" w:rsidRPr="00447B8F" w:rsidRDefault="00D8160F" w:rsidP="000D6330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970FE">
            <w:pPr>
              <w:pStyle w:val="StylNadpis1nenVechnavelk"/>
              <w:spacing w:after="0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970FE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B9F9CCD" w:rsidR="001132CC" w:rsidRPr="00447B8F" w:rsidRDefault="001132CC" w:rsidP="006B6AE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6B6AE5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4F14B57A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BDB3216" w14:textId="455F47D1" w:rsidR="006B6AE5" w:rsidRPr="006B6AE5" w:rsidRDefault="006B6AE5" w:rsidP="006B6AE5">
      <w:pPr>
        <w:rPr>
          <w:rFonts w:ascii="Arial" w:hAnsi="Arial" w:cs="Arial"/>
          <w:b/>
          <w:sz w:val="20"/>
          <w:szCs w:val="20"/>
        </w:rPr>
      </w:pPr>
      <w:r w:rsidRPr="006B6AE5">
        <w:rPr>
          <w:rFonts w:ascii="Arial" w:hAnsi="Arial" w:cs="Arial"/>
          <w:b/>
          <w:sz w:val="20"/>
          <w:szCs w:val="20"/>
        </w:rPr>
        <w:lastRenderedPageBreak/>
        <w:t>Čestně prohlašujeme, že výše uvedený dodavatel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6B6AE5">
        <w:rPr>
          <w:rFonts w:ascii="Arial" w:hAnsi="Arial" w:cs="Arial"/>
          <w:b/>
          <w:sz w:val="20"/>
          <w:szCs w:val="20"/>
        </w:rPr>
        <w:t>] ke dni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DOPLNIT]</w:t>
      </w:r>
      <w:r w:rsidRPr="006B6AE5">
        <w:rPr>
          <w:rFonts w:ascii="Arial" w:hAnsi="Arial" w:cs="Arial"/>
          <w:b/>
          <w:sz w:val="20"/>
          <w:szCs w:val="20"/>
        </w:rPr>
        <w:t xml:space="preserve"> splňuje základní způsobilost jako dodavatel,</w:t>
      </w:r>
    </w:p>
    <w:p w14:paraId="7352E860" w14:textId="77777777" w:rsidR="006B6AE5" w:rsidRPr="001D6A5B" w:rsidRDefault="006B6AE5" w:rsidP="006B6AE5">
      <w:pPr>
        <w:rPr>
          <w:rFonts w:ascii="Arial" w:hAnsi="Arial" w:cs="Arial"/>
          <w:b/>
          <w:sz w:val="20"/>
          <w:szCs w:val="20"/>
        </w:rPr>
      </w:pPr>
    </w:p>
    <w:p w14:paraId="131D530E" w14:textId="77777777" w:rsidR="006B6AE5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>
        <w:rPr>
          <w:rFonts w:ascii="Arial" w:hAnsi="Arial" w:cs="Arial"/>
          <w:sz w:val="20"/>
          <w:szCs w:val="20"/>
        </w:rPr>
        <w:t>výběrové</w:t>
      </w:r>
      <w:r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>
        <w:rPr>
          <w:rFonts w:ascii="Arial" w:hAnsi="Arial" w:cs="Arial"/>
          <w:sz w:val="20"/>
          <w:szCs w:val="20"/>
        </w:rPr>
        <w:t>trestný čin obchodování s lidmi,</w:t>
      </w:r>
      <w:r>
        <w:rPr>
          <w:rFonts w:ascii="Arial" w:hAnsi="Arial" w:cs="Arial"/>
          <w:sz w:val="20"/>
          <w:szCs w:val="20"/>
        </w:rPr>
        <w:t xml:space="preserve"> trestný čin </w:t>
      </w:r>
      <w:r w:rsidRPr="00B253EA">
        <w:rPr>
          <w:rFonts w:ascii="Arial" w:hAnsi="Arial" w:cs="Arial"/>
          <w:sz w:val="20"/>
          <w:szCs w:val="20"/>
        </w:rPr>
        <w:t>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úvěrov</w:t>
      </w:r>
      <w:r>
        <w:rPr>
          <w:rFonts w:ascii="Arial" w:hAnsi="Arial" w:cs="Arial"/>
          <w:sz w:val="20"/>
          <w:szCs w:val="20"/>
        </w:rPr>
        <w:t>ého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dotační</w:t>
      </w:r>
      <w:r>
        <w:rPr>
          <w:rFonts w:ascii="Arial" w:hAnsi="Arial" w:cs="Arial"/>
          <w:sz w:val="20"/>
          <w:szCs w:val="20"/>
        </w:rPr>
        <w:t>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 z nedbalosti,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>
        <w:rPr>
          <w:rFonts w:ascii="Arial" w:hAnsi="Arial" w:cs="Arial"/>
          <w:sz w:val="20"/>
          <w:szCs w:val="20"/>
        </w:rPr>
        <w:t xml:space="preserve"> trestný čin</w:t>
      </w:r>
      <w:r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>
        <w:rPr>
          <w:rFonts w:ascii="Arial" w:hAnsi="Arial" w:cs="Arial"/>
          <w:sz w:val="20"/>
          <w:szCs w:val="20"/>
        </w:rPr>
        <w:t xml:space="preserve">, </w:t>
      </w:r>
      <w:r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nebo obdobný trestný čin podle právního řá</w:t>
      </w:r>
      <w:r>
        <w:rPr>
          <w:rFonts w:ascii="Arial" w:hAnsi="Arial" w:cs="Arial"/>
          <w:sz w:val="20"/>
          <w:szCs w:val="20"/>
        </w:rPr>
        <w:t xml:space="preserve">du země sídla dodavatele, </w:t>
      </w:r>
      <w:r w:rsidRPr="000F1272">
        <w:rPr>
          <w:rFonts w:ascii="Arial" w:hAnsi="Arial" w:cs="Arial"/>
          <w:sz w:val="20"/>
          <w:szCs w:val="20"/>
        </w:rPr>
        <w:t>nebo došlo k zahlazení odsouzení za sp</w:t>
      </w:r>
      <w:r>
        <w:rPr>
          <w:rFonts w:ascii="Arial" w:hAnsi="Arial" w:cs="Arial"/>
          <w:sz w:val="20"/>
          <w:szCs w:val="20"/>
        </w:rPr>
        <w:t>áchání takového trestného činu; jde-li o </w:t>
      </w:r>
      <w:r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 účastní-li se výběrové</w:t>
      </w:r>
      <w:r w:rsidRPr="00A355AE">
        <w:rPr>
          <w:rFonts w:ascii="Arial" w:hAnsi="Arial" w:cs="Arial"/>
          <w:sz w:val="20"/>
          <w:szCs w:val="20"/>
        </w:rPr>
        <w:t>ho řízení pobočka závodu zahraniční právnické osoby, musí tuto podmínku splňovat 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14:paraId="67080A7D" w14:textId="77777777" w:rsidR="006B6AE5" w:rsidRPr="00463B66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A874569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>
        <w:rPr>
          <w:rFonts w:ascii="Arial" w:hAnsi="Arial" w:cs="Arial"/>
          <w:color w:val="000000"/>
          <w:sz w:val="20"/>
          <w:szCs w:val="20"/>
        </w:rPr>
        <w:t>,</w:t>
      </w:r>
      <w:r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727EAB7A" w14:textId="77777777" w:rsidR="006B6AE5" w:rsidRPr="00DA4A1F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0855B77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14:paraId="17128653" w14:textId="77777777" w:rsidR="006B6AE5" w:rsidRPr="00DA4A1F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CB7EA6E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14:paraId="76A95FDA" w14:textId="77777777" w:rsidR="006B6AE5" w:rsidRDefault="006B6AE5" w:rsidP="006B6AE5">
      <w:pPr>
        <w:pStyle w:val="Odstavecseseznamem"/>
        <w:rPr>
          <w:rFonts w:ascii="Arial" w:hAnsi="Arial" w:cs="Arial"/>
          <w:sz w:val="20"/>
          <w:szCs w:val="20"/>
        </w:rPr>
      </w:pPr>
    </w:p>
    <w:p w14:paraId="5ACF2747" w14:textId="77777777" w:rsidR="006B6AE5" w:rsidRPr="00DA4A1F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5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6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eastAsia="MS Mincho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5822BD03" w14:textId="77777777" w:rsidR="006B6AE5" w:rsidRDefault="006B6AE5" w:rsidP="006B6AE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7B9FD59" w14:textId="77777777" w:rsidR="006B6AE5" w:rsidRDefault="006B6AE5" w:rsidP="006B6AE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593E12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0EA30" w14:textId="77777777" w:rsidR="0012683B" w:rsidRDefault="0012683B">
      <w:r>
        <w:separator/>
      </w:r>
    </w:p>
  </w:endnote>
  <w:endnote w:type="continuationSeparator" w:id="0">
    <w:p w14:paraId="4864ABE1" w14:textId="77777777" w:rsidR="0012683B" w:rsidRDefault="00126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0B157" w14:textId="77777777" w:rsidR="0012683B" w:rsidRDefault="0012683B">
      <w:r>
        <w:separator/>
      </w:r>
    </w:p>
  </w:footnote>
  <w:footnote w:type="continuationSeparator" w:id="0">
    <w:p w14:paraId="2D78012D" w14:textId="77777777" w:rsidR="0012683B" w:rsidRDefault="00126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E26312B"/>
    <w:multiLevelType w:val="hybridMultilevel"/>
    <w:tmpl w:val="E7403870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1"/>
  </w:num>
  <w:num w:numId="15">
    <w:abstractNumId w:val="39"/>
  </w:num>
  <w:num w:numId="16">
    <w:abstractNumId w:val="18"/>
  </w:num>
  <w:num w:numId="17">
    <w:abstractNumId w:val="25"/>
  </w:num>
  <w:num w:numId="18">
    <w:abstractNumId w:val="42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40"/>
  </w:num>
  <w:num w:numId="43">
    <w:abstractNumId w:val="11"/>
  </w:num>
  <w:num w:numId="44">
    <w:abstractNumId w:val="38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D20A0"/>
    <w:rsid w:val="000D3228"/>
    <w:rsid w:val="000D6330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2683B"/>
    <w:rsid w:val="00126BCC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0FE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23C6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C78FF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6BDA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B6AE5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51E2A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46D6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AF6487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1E9B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C7309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558F83"/>
  <w14:defaultImageDpi w14:val="0"/>
  <w15:docId w15:val="{2F0F1264-BB81-4E3B-857F-41020277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character" w:customStyle="1" w:styleId="apple-converted-space">
    <w:name w:val="apple-converted-space"/>
    <w:rsid w:val="006B6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zakonyprolidi.cz/cs/2016-134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4D7305D6D16B449695D683CAB68991" ma:contentTypeVersion="" ma:contentTypeDescription="Vytvoří nový dokument" ma:contentTypeScope="" ma:versionID="7fa7286c3e0aac01d980a2b128a48cd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CD03BB-FA57-4AC9-8BF0-108C5E27B1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$ListId:dokumentyvz;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2</Pages>
  <Words>511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2018-04-18T10:56:00Z</cp:lastPrinted>
  <dcterms:created xsi:type="dcterms:W3CDTF">2019-07-22T12:37:00Z</dcterms:created>
  <dcterms:modified xsi:type="dcterms:W3CDTF">2019-07-22T12:37:00Z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0x010100814D7305D6D16B449695D683CAB68991</vt:lpwstr>
  </property>
</Properties>
</file>